
<file path=[Content_Types].xml><?xml version="1.0" encoding="utf-8"?>
<Types xmlns="http://schemas.openxmlformats.org/package/2006/content-types">
  <Default Extension="jpeg" ContentType="image/jpeg"/>
  <Default Extension="jp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E784C" w14:textId="34CBAC84" w:rsidR="006B2ACA" w:rsidRDefault="00DE0F24" w:rsidP="006B2ACA">
      <w:pPr>
        <w:jc w:val="center"/>
        <w:rPr>
          <w:rFonts w:ascii="Jester" w:hAnsi="Jester"/>
          <w:sz w:val="40"/>
          <w:szCs w:val="40"/>
        </w:rPr>
      </w:pPr>
      <w:r w:rsidRPr="006B2ACA">
        <w:rPr>
          <w:rFonts w:ascii="Jester" w:hAnsi="Jester"/>
          <w:sz w:val="40"/>
          <w:szCs w:val="40"/>
        </w:rPr>
        <w:t>Cornell Notes</w:t>
      </w:r>
    </w:p>
    <w:p w14:paraId="438DD969" w14:textId="632C19A3" w:rsidR="00B81659" w:rsidRPr="006B2ACA" w:rsidRDefault="00B81659" w:rsidP="006B2ACA">
      <w:pPr>
        <w:jc w:val="center"/>
        <w:rPr>
          <w:rFonts w:ascii="Jester" w:hAnsi="Jester"/>
          <w:sz w:val="40"/>
          <w:szCs w:val="40"/>
        </w:rPr>
      </w:pPr>
    </w:p>
    <w:tbl>
      <w:tblPr>
        <w:tblW w:w="0" w:type="auto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3"/>
      </w:tblGrid>
      <w:tr w:rsidR="00B81659" w:rsidRPr="00B81659" w14:paraId="53938C5D" w14:textId="77777777" w:rsidTr="0032605B">
        <w:tc>
          <w:tcPr>
            <w:tcW w:w="11003" w:type="dxa"/>
            <w:shd w:val="clear" w:color="auto" w:fill="808080" w:themeFill="background1" w:themeFillShade="80"/>
          </w:tcPr>
          <w:p w14:paraId="56DF9641" w14:textId="66C420AB" w:rsidR="00B81659" w:rsidRPr="00B81659" w:rsidRDefault="00000ACD" w:rsidP="006B2AC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6EEFCB3" wp14:editId="0C5C85E9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224790</wp:posOffset>
                      </wp:positionV>
                      <wp:extent cx="6640195" cy="266700"/>
                      <wp:effectExtent l="0" t="1905" r="0" b="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4019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9113FA" w14:textId="4C3040C8" w:rsidR="00B81659" w:rsidRDefault="00B81659">
                                  <w:r w:rsidRPr="00000ACD">
                                    <w:rPr>
                                      <w:color w:val="FF0000"/>
                                    </w:rPr>
                                    <w:t>Name:</w:t>
                                  </w:r>
                                  <w: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shd w:val="clear" w:color="auto" w:fill="FFFFFF" w:themeFill="background1"/>
                                      </w:rPr>
                                      <w:id w:val="-169865653"/>
                                      <w:placeholder>
                                        <w:docPart w:val="DefaultPlaceholder_-1854013440"/>
                                      </w:placeholder>
                                      <w:text/>
                                    </w:sdtPr>
                                    <w:sdtContent>
                                      <w:r w:rsidRPr="0032605B">
                                        <w:rPr>
                                          <w:shd w:val="clear" w:color="auto" w:fill="FFFFFF" w:themeFill="background1"/>
                                        </w:rPr>
                                        <w:t>{Type Your Name Here}</w:t>
                                      </w:r>
                                    </w:sdtContent>
                                  </w:sdt>
                                  <w:r>
                                    <w:t xml:space="preserve"> </w:t>
                                  </w:r>
                                  <w:r w:rsidRPr="00000ACD">
                                    <w:rPr>
                                      <w:color w:val="FF0000"/>
                                    </w:rPr>
                                    <w:t xml:space="preserve">Class/Subject: </w:t>
                                  </w:r>
                                  <w:sdt>
                                    <w:sdtPr>
                                      <w:rPr>
                                        <w:shd w:val="clear" w:color="auto" w:fill="FFFFFF" w:themeFill="background1"/>
                                      </w:rPr>
                                      <w:id w:val="-1411229907"/>
                                      <w:placeholder>
                                        <w:docPart w:val="DefaultPlaceholder_-1854013440"/>
                                      </w:placeholder>
                                      <w:text/>
                                    </w:sdtPr>
                                    <w:sdtContent>
                                      <w:r w:rsidR="00000ACD" w:rsidRPr="0032605B">
                                        <w:rPr>
                                          <w:shd w:val="clear" w:color="auto" w:fill="FFFFFF" w:themeFill="background1"/>
                                        </w:rPr>
                                        <w:t>{Type Class &amp; Subject Here}</w:t>
                                      </w:r>
                                    </w:sdtContent>
                                  </w:sdt>
                                  <w:r w:rsidR="00000ACD" w:rsidRPr="00000ACD">
                                    <w:rPr>
                                      <w:color w:val="FF0000"/>
                                    </w:rPr>
                                    <w:t xml:space="preserve"> Date:</w:t>
                                  </w:r>
                                  <w:r w:rsidR="00000ACD"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shd w:val="clear" w:color="auto" w:fill="FFFFFF" w:themeFill="background1"/>
                                      </w:rPr>
                                      <w:id w:val="-463271414"/>
                                      <w:placeholder>
                                        <w:docPart w:val="DefaultPlaceholder_-1854013440"/>
                                      </w:placeholder>
                                      <w:text/>
                                    </w:sdtPr>
                                    <w:sdtContent>
                                      <w:r w:rsidR="00000ACD" w:rsidRPr="0032605B">
                                        <w:rPr>
                                          <w:shd w:val="clear" w:color="auto" w:fill="FFFFFF" w:themeFill="background1"/>
                                        </w:rPr>
                                        <w:t>{Type Date}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6EEFCB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.5pt;margin-top:17.7pt;width:522.85pt;height:21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" filled="f" stroked="f">
                      <v:textbox style="mso-fit-shape-to-text:t">
                        <w:txbxContent>
                          <w:p w14:paraId="6B9113FA" w14:textId="4C3040C8" w:rsidR="00B81659" w:rsidRDefault="00B81659">
                            <w:r w:rsidRPr="00000ACD">
                              <w:rPr>
                                <w:color w:val="FF0000"/>
                              </w:rPr>
                              <w:t>Name: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rPr>
                                  <w:shd w:val="clear" w:color="auto" w:fill="FFFFFF" w:themeFill="background1"/>
                                </w:rPr>
                                <w:id w:val="-169865653"/>
                                <w:placeholder>
                                  <w:docPart w:val="DefaultPlaceholder_-1854013440"/>
                                </w:placeholder>
                                <w:text/>
                              </w:sdtPr>
                              <w:sdtContent>
                                <w:r w:rsidRPr="0032605B">
                                  <w:rPr>
                                    <w:shd w:val="clear" w:color="auto" w:fill="FFFFFF" w:themeFill="background1"/>
                                  </w:rPr>
                                  <w:t>{Type Your Name Here}</w:t>
                                </w:r>
                              </w:sdtContent>
                            </w:sdt>
                            <w:r>
                              <w:t xml:space="preserve"> </w:t>
                            </w:r>
                            <w:r w:rsidRPr="00000ACD">
                              <w:rPr>
                                <w:color w:val="FF0000"/>
                              </w:rPr>
                              <w:t xml:space="preserve">Class/Subject: </w:t>
                            </w:r>
                            <w:sdt>
                              <w:sdtPr>
                                <w:rPr>
                                  <w:shd w:val="clear" w:color="auto" w:fill="FFFFFF" w:themeFill="background1"/>
                                </w:rPr>
                                <w:id w:val="-1411229907"/>
                                <w:placeholder>
                                  <w:docPart w:val="DefaultPlaceholder_-1854013440"/>
                                </w:placeholder>
                                <w:text/>
                              </w:sdtPr>
                              <w:sdtContent>
                                <w:r w:rsidR="00000ACD" w:rsidRPr="0032605B">
                                  <w:rPr>
                                    <w:shd w:val="clear" w:color="auto" w:fill="FFFFFF" w:themeFill="background1"/>
                                  </w:rPr>
                                  <w:t>{Type Class &amp; Subject Here}</w:t>
                                </w:r>
                              </w:sdtContent>
                            </w:sdt>
                            <w:r w:rsidR="00000ACD" w:rsidRPr="00000ACD">
                              <w:rPr>
                                <w:color w:val="FF0000"/>
                              </w:rPr>
                              <w:t xml:space="preserve"> Date:</w:t>
                            </w:r>
                            <w:r w:rsidR="00000ACD">
                              <w:t xml:space="preserve"> </w:t>
                            </w:r>
                            <w:sdt>
                              <w:sdtPr>
                                <w:rPr>
                                  <w:shd w:val="clear" w:color="auto" w:fill="FFFFFF" w:themeFill="background1"/>
                                </w:rPr>
                                <w:id w:val="-463271414"/>
                                <w:placeholder>
                                  <w:docPart w:val="DefaultPlaceholder_-1854013440"/>
                                </w:placeholder>
                                <w:text/>
                              </w:sdtPr>
                              <w:sdtContent>
                                <w:r w:rsidR="00000ACD" w:rsidRPr="0032605B">
                                  <w:rPr>
                                    <w:shd w:val="clear" w:color="auto" w:fill="FFFFFF" w:themeFill="background1"/>
                                  </w:rPr>
                                  <w:t>{Type Date}</w:t>
                                </w:r>
                              </w:sdtContent>
                            </w:sdt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7452B1C" w14:textId="5A942C4E" w:rsidR="00B81659" w:rsidRPr="00B81659" w:rsidRDefault="00B81659" w:rsidP="006B2ACA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376A3F4" w14:textId="0DBFEAEA" w:rsidR="000C56B5" w:rsidRPr="00B81659" w:rsidRDefault="00DE0F24" w:rsidP="00B81659">
      <w:pPr>
        <w:ind w:left="540"/>
        <w:rPr>
          <w:rFonts w:ascii="Verdana" w:hAnsi="Verdana"/>
          <w:sz w:val="16"/>
          <w:szCs w:val="16"/>
        </w:rPr>
      </w:pPr>
      <w:r w:rsidRPr="001F7CD4">
        <w:rPr>
          <w:rFonts w:ascii="Verdana" w:hAnsi="Verdana"/>
          <w:sz w:val="16"/>
          <w:szCs w:val="16"/>
        </w:rPr>
        <w:t xml:space="preserve"> </w:t>
      </w:r>
    </w:p>
    <w:tbl>
      <w:tblPr>
        <w:tblW w:w="109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00"/>
        <w:gridCol w:w="7380"/>
      </w:tblGrid>
      <w:tr w:rsidR="00AB7DFE" w14:paraId="0A664322" w14:textId="77777777" w:rsidTr="00FB372A">
        <w:trPr>
          <w:cantSplit/>
          <w:trHeight w:val="523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</w:tcPr>
          <w:p w14:paraId="4AEB7883" w14:textId="3DB9374A" w:rsidR="00AB7DFE" w:rsidRPr="00FB372A" w:rsidRDefault="00AB7DFE" w:rsidP="0032605B">
            <w:pPr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>R</w:t>
            </w:r>
            <w:r w:rsidR="00891988"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>educe</w:t>
            </w:r>
            <w:r w:rsidR="00256F9A"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 xml:space="preserve"> &amp; </w:t>
            </w:r>
            <w:r w:rsidR="000E3FD1"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 xml:space="preserve">then </w:t>
            </w:r>
            <w:r w:rsidR="00256F9A"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>Recite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</w:tcPr>
          <w:p w14:paraId="7B1FB4C1" w14:textId="5E252752" w:rsidR="00AB7DFE" w:rsidRPr="00FB372A" w:rsidRDefault="00891988" w:rsidP="00FB372A">
            <w:pPr>
              <w:ind w:left="72"/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>Record</w:t>
            </w:r>
            <w:r w:rsidR="00AB7DFE"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 xml:space="preserve"> </w:t>
            </w:r>
            <w:r w:rsidR="00256F9A"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 xml:space="preserve">for Review </w:t>
            </w:r>
          </w:p>
        </w:tc>
      </w:tr>
      <w:tr w:rsidR="00605F34" w14:paraId="217E5B63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02A1BF0" w14:textId="77777777" w:rsidR="00605F34" w:rsidRPr="00E762E5" w:rsidRDefault="00605F34" w:rsidP="00E762E5">
            <w:pPr>
              <w:autoSpaceDE w:val="0"/>
              <w:autoSpaceDN w:val="0"/>
              <w:adjustRightInd w:val="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7E7C96" w14:textId="063F5D2B" w:rsidR="00605F34" w:rsidRPr="00E762E5" w:rsidRDefault="00605F34" w:rsidP="00605F34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C56B5" w14:paraId="4149D7E1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784B717" w14:textId="77777777" w:rsidR="000C56B5" w:rsidRPr="00E762E5" w:rsidRDefault="000C56B5" w:rsidP="00E762E5">
            <w:pPr>
              <w:autoSpaceDE w:val="0"/>
              <w:autoSpaceDN w:val="0"/>
              <w:adjustRightInd w:val="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70A3D5" w14:textId="2894DCE8" w:rsidR="000C56B5" w:rsidRPr="00E762E5" w:rsidRDefault="000C56B5" w:rsidP="00114007">
            <w:pPr>
              <w:rPr>
                <w:b/>
              </w:rPr>
            </w:pPr>
          </w:p>
        </w:tc>
      </w:tr>
      <w:tr w:rsidR="005E4058" w14:paraId="2C3EF65B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8EBA0BD" w14:textId="77777777" w:rsidR="005E4058" w:rsidRPr="00E762E5" w:rsidRDefault="005E4058" w:rsidP="00E762E5">
            <w:pPr>
              <w:autoSpaceDE w:val="0"/>
              <w:autoSpaceDN w:val="0"/>
              <w:adjustRightInd w:val="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824FE0" w14:textId="74545542" w:rsidR="005E4058" w:rsidRPr="00E762E5" w:rsidRDefault="005E4058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23C21ECE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67DBA75" w14:textId="77777777" w:rsidR="005E4058" w:rsidRPr="00E762E5" w:rsidRDefault="005E4058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66D33A" w14:textId="1B85551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05FD5973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9248A4B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DA47B2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72B8D09C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35D45D3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4CA093" w14:textId="77777777" w:rsidR="005E4058" w:rsidRPr="00E762E5" w:rsidRDefault="005E4058" w:rsidP="004B4408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2E683E16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727ED21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C0D997" w14:textId="77777777" w:rsidR="005E4058" w:rsidRPr="00E762E5" w:rsidRDefault="005E4058" w:rsidP="004B4408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3D223A94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022AFBA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BC5553" w14:textId="77BD504F" w:rsidR="005E4058" w:rsidRPr="00E762E5" w:rsidRDefault="005E4058" w:rsidP="004B4408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2D1016A1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52E091E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20BD6F" w14:textId="4EB8A5C3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6E4FFE15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5D40E704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EB7E10" w14:textId="77777777" w:rsidR="005E4058" w:rsidRDefault="005E4058" w:rsidP="00114007"/>
        </w:tc>
      </w:tr>
      <w:tr w:rsidR="005E4058" w14:paraId="31B40B41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DD35668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A6811C" w14:textId="55C945F9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716F4D52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3208EA8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DBF42" w14:textId="77777777" w:rsidR="005E4058" w:rsidRPr="00E762E5" w:rsidRDefault="005E4058" w:rsidP="004B4408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4C9A89E3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55F636DA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A330F8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081902AF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5FA8A39A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99387D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330577D8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42889CEF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F960DB" w14:textId="14D5A604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7A74DFAB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3D35B7A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695880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607C5CB5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0B593A9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EEB402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9478D3" w14:paraId="25A8488E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DFD7D80" w14:textId="77777777" w:rsidR="009478D3" w:rsidRPr="00E762E5" w:rsidRDefault="009478D3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44C1A" w14:textId="00AEE3CC" w:rsidR="009478D3" w:rsidRPr="00E762E5" w:rsidRDefault="009478D3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0A6CB957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43F43186" w14:textId="77777777" w:rsidR="005E4058" w:rsidRPr="00E762E5" w:rsidRDefault="005E4058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1CB587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0A189BC4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80EE20D" w14:textId="77777777" w:rsidR="005E4058" w:rsidRPr="00E762E5" w:rsidRDefault="005E4058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02BCFA" w14:textId="18FC6E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26C3908B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D1C529E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9A5BE0" w14:textId="108ECE05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63EA5CFD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78CFB30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D4059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2957988E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0FE3AC4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21376A" w14:textId="2444E5D2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DC5191" w14:paraId="2AF79501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0843829" w14:textId="77777777" w:rsidR="00DC5191" w:rsidRPr="00E762E5" w:rsidRDefault="00DC5191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6B35B2" w14:textId="77777777" w:rsidR="00DC5191" w:rsidRPr="00E762E5" w:rsidRDefault="00DC5191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0D48C089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71C08B3" w14:textId="77777777" w:rsidR="005E4058" w:rsidRPr="00E762E5" w:rsidRDefault="005E4058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86A3DB" w14:textId="14FE3EC3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18CDBBF2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B0EEF2F" w14:textId="77777777" w:rsidR="005E4058" w:rsidRPr="00E762E5" w:rsidRDefault="005E4058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FAA661" w14:textId="6F61CAF2" w:rsidR="005E4058" w:rsidRPr="00E762E5" w:rsidRDefault="005E4058" w:rsidP="004B4408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463EBE64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7AFEB30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DE53BA" w14:textId="4990DE65" w:rsidR="005E4058" w:rsidRPr="00E762E5" w:rsidRDefault="005E4058" w:rsidP="004B4408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1F7CD4" w14:paraId="5DEE69AB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01AE887" w14:textId="77777777" w:rsidR="001F7CD4" w:rsidRPr="00E762E5" w:rsidRDefault="001F7CD4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5779F4" w14:textId="7CA9AAB5" w:rsidR="001F7CD4" w:rsidRPr="00E762E5" w:rsidRDefault="001F7CD4" w:rsidP="004B4408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1D58CC95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E58B1C5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A89494" w14:textId="0DCD4E3A" w:rsidR="005E4058" w:rsidRPr="00E762E5" w:rsidRDefault="005E4058" w:rsidP="004B4408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5E4058" w14:paraId="079B606B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AD294C" w14:textId="77777777" w:rsidR="005E4058" w:rsidRPr="00E762E5" w:rsidRDefault="005E4058" w:rsidP="0011400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163926" w14:textId="1A06558A" w:rsidR="005E4058" w:rsidRPr="00E762E5" w:rsidRDefault="005E4058" w:rsidP="004B4408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</w:tbl>
    <w:p w14:paraId="6ECE94DA" w14:textId="57118847" w:rsidR="000C56B5" w:rsidRPr="0009763E" w:rsidRDefault="000C56B5">
      <w:pPr>
        <w:rPr>
          <w:sz w:val="22"/>
          <w:szCs w:val="22"/>
        </w:rPr>
      </w:pPr>
    </w:p>
    <w:p w14:paraId="3236B986" w14:textId="56A5EC73" w:rsidR="00B81659" w:rsidRDefault="00846FC1" w:rsidP="0032605B">
      <w:pPr>
        <w:tabs>
          <w:tab w:val="left" w:pos="6480"/>
        </w:tabs>
        <w:jc w:val="right"/>
        <w:rPr>
          <w:sz w:val="22"/>
          <w:szCs w:val="22"/>
        </w:rPr>
      </w:pPr>
      <w:r w:rsidRPr="0058601F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CE2AE2" wp14:editId="75E2457C">
                <wp:simplePos x="0" y="0"/>
                <wp:positionH relativeFrom="margin">
                  <wp:align>center</wp:align>
                </wp:positionH>
                <wp:positionV relativeFrom="paragraph">
                  <wp:posOffset>25527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7CA37A" id="Rectangle 3" o:spid="_x0000_s1026" style="position:absolute;margin-left:0;margin-top:2pt;width:148.5pt;height:30.7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oCFObNoAAAAFAQAADwAAAGRycy9kb3ducmV2&#10;LnhtbEyPwU7DMBBE70j8g7VI3KhDRQMN2VQVKiekSg18gGu7SdR4HdlOmv49y4medlazmnlbbmbX&#10;i8mG2HlCeF5kICxpbzpqEH6+P5/eQMSkyKjek0W42gib6v6uVIXxFzrYqU6N4BCKhUJoUxoKKaNu&#10;rVNx4QdL7J18cCrxGhppgrpwuOvlMsty6VRH3NCqwX60Vp/r0SFMepdf6fC13vtdPYZTH2l71oiP&#10;D/P2HUSyc/o/hj98RoeKmY5+JBNFj8CPJIQXHmwu168sjgj5agWyKuUtffUL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" stroked="f" strokeweight="1pt">
                <v:fill r:id="rId8" o:title="" recolor="t" rotate="t" type="frame"/>
                <w10:wrap anchorx="margin"/>
              </v:rect>
            </w:pict>
          </mc:Fallback>
        </mc:AlternateContent>
      </w:r>
      <w:r w:rsidR="00B81659">
        <w:rPr>
          <w:sz w:val="22"/>
          <w:szCs w:val="22"/>
        </w:rPr>
        <w:t xml:space="preserve">Page </w:t>
      </w:r>
      <w:r w:rsidR="00D2407E">
        <w:rPr>
          <w:sz w:val="22"/>
          <w:szCs w:val="22"/>
        </w:rPr>
        <w:t>No:</w:t>
      </w:r>
      <w:r w:rsidR="00B81659">
        <w:rPr>
          <w:sz w:val="22"/>
          <w:szCs w:val="22"/>
        </w:rPr>
        <w:t xml:space="preserve"> ------------</w:t>
      </w:r>
    </w:p>
    <w:p w14:paraId="002DC96D" w14:textId="2AEB655B" w:rsidR="00FB372A" w:rsidRDefault="004B4408" w:rsidP="004B4408">
      <w:pPr>
        <w:jc w:val="center"/>
        <w:rPr>
          <w:sz w:val="22"/>
          <w:szCs w:val="22"/>
        </w:rPr>
      </w:pPr>
      <w:r w:rsidRPr="00B81659">
        <w:rPr>
          <w:sz w:val="22"/>
          <w:szCs w:val="22"/>
        </w:rPr>
        <w:br w:type="page"/>
      </w:r>
    </w:p>
    <w:p w14:paraId="2A3E981D" w14:textId="77777777" w:rsidR="00FB372A" w:rsidRDefault="00FB372A" w:rsidP="004B4408">
      <w:pPr>
        <w:jc w:val="center"/>
        <w:rPr>
          <w:sz w:val="22"/>
          <w:szCs w:val="22"/>
        </w:rPr>
      </w:pPr>
    </w:p>
    <w:p w14:paraId="6D22868D" w14:textId="77777777" w:rsidR="00FB372A" w:rsidRDefault="00FB372A" w:rsidP="00E21A39">
      <w:pPr>
        <w:rPr>
          <w:sz w:val="22"/>
          <w:szCs w:val="22"/>
        </w:rPr>
      </w:pPr>
    </w:p>
    <w:p w14:paraId="2C8F7013" w14:textId="77777777" w:rsidR="00FB372A" w:rsidRDefault="00FB372A" w:rsidP="004B4408">
      <w:pPr>
        <w:jc w:val="center"/>
        <w:rPr>
          <w:sz w:val="22"/>
          <w:szCs w:val="22"/>
        </w:rPr>
      </w:pPr>
    </w:p>
    <w:p w14:paraId="3217388E" w14:textId="77777777" w:rsidR="00FB372A" w:rsidRDefault="00FB372A" w:rsidP="004B4408">
      <w:pPr>
        <w:jc w:val="center"/>
        <w:rPr>
          <w:sz w:val="22"/>
          <w:szCs w:val="22"/>
        </w:rPr>
      </w:pPr>
    </w:p>
    <w:p w14:paraId="2F60A6D6" w14:textId="485AF800" w:rsidR="008646D3" w:rsidRPr="006B2ACA" w:rsidRDefault="006B2ACA" w:rsidP="004B4408">
      <w:pPr>
        <w:jc w:val="center"/>
        <w:rPr>
          <w:rFonts w:ascii="Jester" w:hAnsi="Jester"/>
          <w:sz w:val="40"/>
          <w:szCs w:val="40"/>
        </w:rPr>
      </w:pPr>
      <w:r w:rsidRPr="006B2ACA">
        <w:rPr>
          <w:rFonts w:ascii="Jester" w:hAnsi="Jester"/>
          <w:sz w:val="40"/>
          <w:szCs w:val="40"/>
        </w:rPr>
        <w:t>Cornell Notes</w:t>
      </w:r>
    </w:p>
    <w:p w14:paraId="29ED3CCE" w14:textId="77777777" w:rsidR="008646D3" w:rsidRDefault="008646D3"/>
    <w:tbl>
      <w:tblPr>
        <w:tblW w:w="109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00"/>
        <w:gridCol w:w="7380"/>
      </w:tblGrid>
      <w:tr w:rsidR="00D60C00" w14:paraId="7C6C3C3A" w14:textId="77777777" w:rsidTr="00FB372A">
        <w:trPr>
          <w:cantSplit/>
          <w:trHeight w:hRule="exact" w:val="360"/>
        </w:trPr>
        <w:tc>
          <w:tcPr>
            <w:tcW w:w="360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</w:tcPr>
          <w:p w14:paraId="0D42753E" w14:textId="77777777" w:rsidR="00D60C00" w:rsidRPr="00FB372A" w:rsidRDefault="00256F9A" w:rsidP="00620032">
            <w:pPr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>Reduce</w:t>
            </w:r>
            <w:r w:rsidR="00DC5191"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 xml:space="preserve"> </w:t>
            </w:r>
            <w:r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>&amp; Recite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</w:tcPr>
          <w:p w14:paraId="49988D29" w14:textId="77777777" w:rsidR="00D60C00" w:rsidRPr="00FB372A" w:rsidRDefault="00444E7D" w:rsidP="00620032">
            <w:pPr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>Record</w:t>
            </w:r>
            <w:r w:rsidR="00DC5191"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 xml:space="preserve"> </w:t>
            </w:r>
            <w:r w:rsidRPr="00FB372A">
              <w:rPr>
                <w:rFonts w:ascii="Verdana" w:hAnsi="Verdana"/>
                <w:b/>
                <w:color w:val="FF0000"/>
                <w:sz w:val="28"/>
                <w:szCs w:val="28"/>
              </w:rPr>
              <w:t>for Review</w:t>
            </w:r>
          </w:p>
        </w:tc>
      </w:tr>
      <w:tr w:rsidR="00DC5191" w14:paraId="55B1BE2E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F4F7135" w14:textId="77777777" w:rsidR="00DC5191" w:rsidRPr="00E762E5" w:rsidRDefault="00DC5191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B6ED14" w14:textId="77777777" w:rsidR="00DC5191" w:rsidRPr="00E762E5" w:rsidRDefault="00DC5191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6A77F19C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ED9C11B" w14:textId="77777777" w:rsidR="00031F3D" w:rsidRPr="00E762E5" w:rsidRDefault="00031F3D" w:rsidP="00C21159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D1ECD8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3BC471D8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67CD108" w14:textId="77777777" w:rsidR="00031F3D" w:rsidRPr="00E762E5" w:rsidRDefault="00031F3D" w:rsidP="00C21159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BCDD6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1A2A0E8D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A5042E8" w14:textId="77777777" w:rsidR="00031F3D" w:rsidRPr="00E762E5" w:rsidRDefault="00031F3D" w:rsidP="00C21159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23BD82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1F5AD06F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5A7D0778" w14:textId="77777777" w:rsidR="00031F3D" w:rsidRPr="00E762E5" w:rsidRDefault="00031F3D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94750B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716B0CDD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9FAF6F5" w14:textId="77777777" w:rsidR="00031F3D" w:rsidRPr="00E762E5" w:rsidRDefault="00031F3D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E0FD88" w14:textId="77777777" w:rsidR="00031F3D" w:rsidRPr="00E762E5" w:rsidRDefault="00031F3D" w:rsidP="00E762E5">
            <w:pPr>
              <w:ind w:left="108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10872950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2D97EE9" w14:textId="77777777" w:rsidR="00031F3D" w:rsidRPr="00E762E5" w:rsidRDefault="00031F3D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E6779A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616F40F2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C4897CA" w14:textId="77777777" w:rsidR="00031F3D" w:rsidRPr="00E762E5" w:rsidRDefault="00031F3D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F3DCEC" w14:textId="77777777" w:rsidR="00031F3D" w:rsidRPr="00E762E5" w:rsidRDefault="00031F3D" w:rsidP="00E762E5">
            <w:pPr>
              <w:ind w:left="108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426DFED9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41B5D75" w14:textId="77777777" w:rsidR="00031F3D" w:rsidRDefault="00031F3D" w:rsidP="00620032"/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DD074E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5C20710E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0D69790" w14:textId="77777777" w:rsidR="00031F3D" w:rsidRDefault="00031F3D" w:rsidP="00620032"/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8122CB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3000FB9D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39DFF79" w14:textId="77777777" w:rsidR="00031F3D" w:rsidRPr="00E762E5" w:rsidRDefault="00031F3D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5EB98C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0C445DFB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0C18204" w14:textId="77777777" w:rsidR="00031F3D" w:rsidRPr="00E762E5" w:rsidRDefault="00031F3D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A58DFA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7E904DAF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5D61577" w14:textId="77777777" w:rsidR="00031F3D" w:rsidRDefault="00031F3D" w:rsidP="00620032"/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02414E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61327976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10138A0" w14:textId="77777777" w:rsidR="00031F3D" w:rsidRDefault="00031F3D" w:rsidP="00620032"/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E603F4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6C074375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86A96B1" w14:textId="77777777" w:rsidR="00031F3D" w:rsidRDefault="00031F3D" w:rsidP="00620032"/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23FF55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76D1D6A0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DB3C8B3" w14:textId="77777777" w:rsidR="00031F3D" w:rsidRDefault="00031F3D" w:rsidP="00620032"/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77C21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37E0CF50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B23B3C1" w14:textId="77777777" w:rsidR="00031F3D" w:rsidRPr="00E762E5" w:rsidRDefault="00031F3D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B3E83A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3613586B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467E0C86" w14:textId="77777777" w:rsidR="00031F3D" w:rsidRPr="00E762E5" w:rsidRDefault="00031F3D" w:rsidP="00620032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B35010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031F3D" w14:paraId="774DE995" w14:textId="77777777" w:rsidTr="00E762E5">
        <w:trPr>
          <w:cantSplit/>
          <w:trHeight w:hRule="exact" w:val="360"/>
        </w:trPr>
        <w:tc>
          <w:tcPr>
            <w:tcW w:w="360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F33DC36" w14:textId="77777777" w:rsidR="00031F3D" w:rsidRDefault="00031F3D" w:rsidP="00620032"/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3C734" w14:textId="77777777" w:rsidR="00031F3D" w:rsidRPr="00E762E5" w:rsidRDefault="00031F3D" w:rsidP="00E762E5">
            <w:pPr>
              <w:ind w:left="360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E21A39" w14:paraId="48072847" w14:textId="77777777" w:rsidTr="00E762E5">
        <w:trPr>
          <w:cantSplit/>
          <w:trHeight w:val="588"/>
        </w:trPr>
        <w:tc>
          <w:tcPr>
            <w:tcW w:w="109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4E574C" w14:textId="77777777" w:rsidR="00E21A39" w:rsidRPr="00E762E5" w:rsidRDefault="00E21A39" w:rsidP="00444E7D">
            <w:pPr>
              <w:rPr>
                <w:rFonts w:ascii="Verdana" w:hAnsi="Verdana"/>
                <w:b/>
                <w:sz w:val="28"/>
                <w:szCs w:val="28"/>
              </w:rPr>
            </w:pPr>
            <w:r w:rsidRPr="00E762E5">
              <w:rPr>
                <w:rFonts w:ascii="Verdana" w:hAnsi="Verdana"/>
                <w:b/>
                <w:sz w:val="28"/>
                <w:szCs w:val="28"/>
              </w:rPr>
              <w:t>Reflect &amp; Recapitulate</w:t>
            </w:r>
          </w:p>
          <w:p w14:paraId="5A77FBE3" w14:textId="3D97208E" w:rsidR="00E21A39" w:rsidRPr="00E762E5" w:rsidRDefault="00E21A39" w:rsidP="00444E7D">
            <w:pPr>
              <w:rPr>
                <w:rFonts w:ascii="Verdana" w:hAnsi="Verdana"/>
                <w:sz w:val="16"/>
                <w:szCs w:val="16"/>
              </w:rPr>
            </w:pPr>
            <w:r w:rsidRPr="00E762E5">
              <w:rPr>
                <w:rFonts w:ascii="Verdana" w:hAnsi="Verdana"/>
                <w:sz w:val="16"/>
                <w:szCs w:val="16"/>
              </w:rPr>
              <w:t xml:space="preserve">In your own words and complete sentences, write a 3 – 4 sentence summary </w:t>
            </w:r>
            <w:r w:rsidR="00846FC1">
              <w:rPr>
                <w:rFonts w:ascii="Verdana" w:hAnsi="Verdana"/>
                <w:sz w:val="16"/>
                <w:szCs w:val="16"/>
              </w:rPr>
              <w:t>paragraph</w:t>
            </w:r>
            <w:r w:rsidRPr="00E762E5">
              <w:rPr>
                <w:rFonts w:ascii="Verdana" w:hAnsi="Verdana"/>
                <w:sz w:val="16"/>
                <w:szCs w:val="16"/>
              </w:rPr>
              <w:t xml:space="preserve">.  Your summary should cover the main concepts of the notes, be accurate, and have adequate details. </w:t>
            </w:r>
          </w:p>
        </w:tc>
      </w:tr>
      <w:tr w:rsidR="00E21A39" w14:paraId="1E677DC2" w14:textId="77777777" w:rsidTr="00E762E5">
        <w:trPr>
          <w:cantSplit/>
          <w:trHeight w:hRule="exact" w:val="360"/>
        </w:trPr>
        <w:tc>
          <w:tcPr>
            <w:tcW w:w="10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10C73" w14:textId="77777777" w:rsidR="00E21A39" w:rsidRPr="00E762E5" w:rsidRDefault="00E21A39" w:rsidP="00E762E5">
            <w:pPr>
              <w:ind w:left="72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E21A39" w14:paraId="375F6A38" w14:textId="77777777" w:rsidTr="00E762E5">
        <w:trPr>
          <w:cantSplit/>
          <w:trHeight w:hRule="exact" w:val="360"/>
        </w:trPr>
        <w:tc>
          <w:tcPr>
            <w:tcW w:w="10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503720" w14:textId="77777777" w:rsidR="00E21A39" w:rsidRPr="00E762E5" w:rsidRDefault="00E21A39" w:rsidP="00E762E5">
            <w:pPr>
              <w:ind w:left="72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E21A39" w14:paraId="16070379" w14:textId="77777777" w:rsidTr="00E762E5">
        <w:trPr>
          <w:cantSplit/>
          <w:trHeight w:hRule="exact" w:val="360"/>
        </w:trPr>
        <w:tc>
          <w:tcPr>
            <w:tcW w:w="10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7AA489" w14:textId="77777777" w:rsidR="00E21A39" w:rsidRPr="00E762E5" w:rsidRDefault="00E21A39" w:rsidP="00E762E5">
            <w:pPr>
              <w:ind w:left="72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E21A39" w14:paraId="40E61622" w14:textId="77777777" w:rsidTr="00E762E5">
        <w:trPr>
          <w:cantSplit/>
          <w:trHeight w:hRule="exact" w:val="360"/>
        </w:trPr>
        <w:tc>
          <w:tcPr>
            <w:tcW w:w="10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1CFB6C" w14:textId="77777777" w:rsidR="00E21A39" w:rsidRPr="00E762E5" w:rsidRDefault="00E21A39" w:rsidP="00E762E5">
            <w:pPr>
              <w:ind w:left="72"/>
              <w:rPr>
                <w:rFonts w:ascii="Bradley Hand ITC" w:hAnsi="Bradley Hand ITC" w:cs="StoneSerif-Italic"/>
                <w:b/>
                <w:iCs/>
                <w:sz w:val="28"/>
                <w:szCs w:val="28"/>
              </w:rPr>
            </w:pPr>
          </w:p>
        </w:tc>
      </w:tr>
      <w:tr w:rsidR="00E21A39" w14:paraId="54903A52" w14:textId="77777777" w:rsidTr="00E762E5">
        <w:trPr>
          <w:cantSplit/>
          <w:trHeight w:hRule="exact" w:val="360"/>
        </w:trPr>
        <w:tc>
          <w:tcPr>
            <w:tcW w:w="10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EBDD28" w14:textId="77777777" w:rsidR="00E21A39" w:rsidRPr="00E762E5" w:rsidRDefault="00E21A39" w:rsidP="00E762E5">
            <w:pPr>
              <w:ind w:left="72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E21A39" w14:paraId="561AA10E" w14:textId="77777777" w:rsidTr="00E762E5">
        <w:trPr>
          <w:cantSplit/>
          <w:trHeight w:hRule="exact" w:val="360"/>
        </w:trPr>
        <w:tc>
          <w:tcPr>
            <w:tcW w:w="10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1A401E" w14:textId="77777777" w:rsidR="00E21A39" w:rsidRPr="00E762E5" w:rsidRDefault="00E21A39" w:rsidP="00E762E5">
            <w:pPr>
              <w:ind w:left="72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E21A39" w14:paraId="0A04EC23" w14:textId="77777777" w:rsidTr="00E762E5">
        <w:trPr>
          <w:cantSplit/>
          <w:trHeight w:hRule="exact" w:val="360"/>
        </w:trPr>
        <w:tc>
          <w:tcPr>
            <w:tcW w:w="10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A16DFA" w14:textId="77777777" w:rsidR="00E21A39" w:rsidRPr="00E762E5" w:rsidRDefault="00E21A39" w:rsidP="00E762E5">
            <w:pPr>
              <w:ind w:left="72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E21A39" w14:paraId="2D5C6DF5" w14:textId="77777777" w:rsidTr="00E762E5">
        <w:trPr>
          <w:cantSplit/>
          <w:trHeight w:hRule="exact" w:val="360"/>
        </w:trPr>
        <w:tc>
          <w:tcPr>
            <w:tcW w:w="10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E3A5CC" w14:textId="77777777" w:rsidR="00E21A39" w:rsidRPr="00E762E5" w:rsidRDefault="00E21A39" w:rsidP="00A5189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E21A39" w14:paraId="04BB9398" w14:textId="77777777" w:rsidTr="00E762E5">
        <w:trPr>
          <w:cantSplit/>
          <w:trHeight w:hRule="exact" w:val="360"/>
        </w:trPr>
        <w:tc>
          <w:tcPr>
            <w:tcW w:w="10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F32ABE" w14:textId="77777777" w:rsidR="00E21A39" w:rsidRPr="00E762E5" w:rsidRDefault="00E21A39" w:rsidP="00E762E5">
            <w:pPr>
              <w:ind w:left="72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E21A39" w14:paraId="19398F41" w14:textId="77777777" w:rsidTr="00E762E5">
        <w:trPr>
          <w:cantSplit/>
          <w:trHeight w:hRule="exact" w:val="360"/>
        </w:trPr>
        <w:tc>
          <w:tcPr>
            <w:tcW w:w="10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19D628" w14:textId="77777777" w:rsidR="00E21A39" w:rsidRPr="00E762E5" w:rsidRDefault="00E21A39" w:rsidP="00E762E5">
            <w:pPr>
              <w:ind w:left="72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E21A39" w14:paraId="47CF74DA" w14:textId="77777777" w:rsidTr="00E762E5">
        <w:trPr>
          <w:cantSplit/>
          <w:trHeight w:hRule="exact" w:val="360"/>
        </w:trPr>
        <w:tc>
          <w:tcPr>
            <w:tcW w:w="10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397878" w14:textId="77777777" w:rsidR="00E21A39" w:rsidRPr="00E762E5" w:rsidRDefault="00E21A39" w:rsidP="00E762E5">
            <w:pPr>
              <w:ind w:left="72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E21A39" w14:paraId="51885F33" w14:textId="77777777" w:rsidTr="00E762E5">
        <w:trPr>
          <w:cantSplit/>
          <w:trHeight w:hRule="exact" w:val="360"/>
        </w:trPr>
        <w:tc>
          <w:tcPr>
            <w:tcW w:w="10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C2A030" w14:textId="77777777" w:rsidR="00E21A39" w:rsidRPr="00E762E5" w:rsidRDefault="00E21A39" w:rsidP="00E762E5">
            <w:pPr>
              <w:ind w:left="72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</w:tbl>
    <w:p w14:paraId="75178513" w14:textId="71391C54" w:rsidR="00E21A39" w:rsidRDefault="00E21A39" w:rsidP="00E21A39">
      <w:pPr>
        <w:rPr>
          <w:sz w:val="22"/>
          <w:szCs w:val="22"/>
        </w:rPr>
      </w:pPr>
    </w:p>
    <w:p w14:paraId="719CDDCE" w14:textId="3700C8CA" w:rsidR="00E21A39" w:rsidRDefault="00846FC1" w:rsidP="00E21A39">
      <w:pPr>
        <w:tabs>
          <w:tab w:val="left" w:pos="6480"/>
        </w:tabs>
        <w:jc w:val="right"/>
        <w:rPr>
          <w:sz w:val="22"/>
          <w:szCs w:val="22"/>
        </w:rPr>
      </w:pPr>
      <w:r w:rsidRPr="0058601F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F8EEFB" wp14:editId="2A1E299F">
                <wp:simplePos x="0" y="0"/>
                <wp:positionH relativeFrom="margin">
                  <wp:align>center</wp:align>
                </wp:positionH>
                <wp:positionV relativeFrom="paragraph">
                  <wp:posOffset>12065</wp:posOffset>
                </wp:positionV>
                <wp:extent cx="1885950" cy="39052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ABE95B" id="Rectangle 2" o:spid="_x0000_s1026" style="position:absolute;margin-left:0;margin-top:.95pt;width:148.5pt;height:30.7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Nhj8NNkAAAAFAQAADwAAAGRycy9kb3ducmV2&#10;LnhtbEyPwU7DMBBE70j8g7VI3KhDQYGEOFWFygkJqSkf4NrbJKq9jmInTf+e5QTH2VnNvKk2i3di&#10;xjH2gRQ8rjIQSCbYnloF34ePh1cQMWmy2gVCBVeMsKlvbypd2nChPc5NagWHUCy1gi6loZQymg69&#10;jqswILF3CqPXieXYSjvqC4d7J9dZlkuve+KGTg/43qE5N5NXMJtdfqX9Z/EVds00nlyk7dkodX+3&#10;bN9AJFzS3zP84jM61Mx0DBPZKJwCHpL4WoBgc128sD4qyJ+eQdaV/E9f/wA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" stroked="f" strokeweight="1pt">
                <v:fill r:id="rId8" o:title="" recolor="t" rotate="t" type="frame"/>
                <w10:wrap anchorx="margin"/>
              </v:rect>
            </w:pict>
          </mc:Fallback>
        </mc:AlternateContent>
      </w:r>
      <w:r w:rsidR="00E21A39">
        <w:rPr>
          <w:sz w:val="22"/>
          <w:szCs w:val="22"/>
        </w:rPr>
        <w:tab/>
        <w:t xml:space="preserve">Page </w:t>
      </w:r>
      <w:r w:rsidR="00D2407E">
        <w:rPr>
          <w:sz w:val="22"/>
          <w:szCs w:val="22"/>
        </w:rPr>
        <w:t>No:</w:t>
      </w:r>
      <w:r w:rsidR="00E21A39">
        <w:rPr>
          <w:sz w:val="22"/>
          <w:szCs w:val="22"/>
        </w:rPr>
        <w:t xml:space="preserve"> ------------</w:t>
      </w:r>
    </w:p>
    <w:p w14:paraId="527496C3" w14:textId="5DC88B82" w:rsidR="00E21A39" w:rsidRPr="00E21A39" w:rsidRDefault="00E21A39" w:rsidP="00E21A39">
      <w:pPr>
        <w:tabs>
          <w:tab w:val="left" w:pos="4841"/>
        </w:tabs>
        <w:rPr>
          <w:sz w:val="22"/>
          <w:szCs w:val="22"/>
        </w:rPr>
      </w:pPr>
    </w:p>
    <w:sectPr w:rsidR="00E21A39" w:rsidRPr="00E21A39" w:rsidSect="004B4408">
      <w:headerReference w:type="first" r:id="rId9"/>
      <w:pgSz w:w="12240" w:h="15840"/>
      <w:pgMar w:top="173" w:right="360" w:bottom="288" w:left="3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77E58" w14:textId="77777777" w:rsidR="008861B3" w:rsidRDefault="008861B3">
      <w:r>
        <w:separator/>
      </w:r>
    </w:p>
  </w:endnote>
  <w:endnote w:type="continuationSeparator" w:id="0">
    <w:p w14:paraId="406AFB55" w14:textId="77777777" w:rsidR="008861B3" w:rsidRDefault="00886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1" w:subsetted="1" w:fontKey="{CAC0F84B-95EB-43FF-8324-3ED81A012E25}"/>
    <w:embedBold r:id="rId2" w:subsetted="1" w:fontKey="{159A2426-A20F-430C-9021-E03026DE7B5D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ester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Stone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3C4A4" w14:textId="77777777" w:rsidR="008861B3" w:rsidRDefault="008861B3">
      <w:r>
        <w:separator/>
      </w:r>
    </w:p>
  </w:footnote>
  <w:footnote w:type="continuationSeparator" w:id="0">
    <w:p w14:paraId="42B5CEF5" w14:textId="77777777" w:rsidR="008861B3" w:rsidRDefault="00886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FDA6D" w14:textId="77777777" w:rsidR="0092430A" w:rsidRPr="004B4408" w:rsidRDefault="0092430A" w:rsidP="004B4408">
    <w:pPr>
      <w:pStyle w:val="Header"/>
      <w:jc w:val="center"/>
      <w:rPr>
        <w:rFonts w:ascii="Verdana" w:hAnsi="Verdana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07C25"/>
    <w:multiLevelType w:val="hybridMultilevel"/>
    <w:tmpl w:val="6CAA1B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13AC7"/>
    <w:multiLevelType w:val="hybridMultilevel"/>
    <w:tmpl w:val="60D651A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0F6CD0"/>
    <w:multiLevelType w:val="hybridMultilevel"/>
    <w:tmpl w:val="8B1054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D444D"/>
    <w:multiLevelType w:val="hybridMultilevel"/>
    <w:tmpl w:val="7F5A2A20"/>
    <w:lvl w:ilvl="0" w:tplc="960E361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43760"/>
    <w:multiLevelType w:val="hybridMultilevel"/>
    <w:tmpl w:val="FC6415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836BA"/>
    <w:multiLevelType w:val="hybridMultilevel"/>
    <w:tmpl w:val="66DA4F6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3C1796"/>
    <w:multiLevelType w:val="hybridMultilevel"/>
    <w:tmpl w:val="4E268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E7931"/>
    <w:multiLevelType w:val="hybridMultilevel"/>
    <w:tmpl w:val="55B443AE"/>
    <w:lvl w:ilvl="0" w:tplc="94169B32">
      <w:start w:val="7"/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47C758BA"/>
    <w:multiLevelType w:val="hybridMultilevel"/>
    <w:tmpl w:val="5B3216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351764"/>
    <w:multiLevelType w:val="hybridMultilevel"/>
    <w:tmpl w:val="43903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043141"/>
    <w:multiLevelType w:val="hybridMultilevel"/>
    <w:tmpl w:val="9A867534"/>
    <w:lvl w:ilvl="0" w:tplc="EF9E0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Jester" w:hAnsi="Jester" w:hint="default"/>
      </w:rPr>
    </w:lvl>
    <w:lvl w:ilvl="1" w:tplc="D6C25F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Jester" w:hAnsi="Jester" w:hint="default"/>
      </w:rPr>
    </w:lvl>
    <w:lvl w:ilvl="2" w:tplc="381CD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Jester" w:hAnsi="Jester" w:hint="default"/>
      </w:rPr>
    </w:lvl>
    <w:lvl w:ilvl="3" w:tplc="EF2049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Jester" w:hAnsi="Jester" w:hint="default"/>
      </w:rPr>
    </w:lvl>
    <w:lvl w:ilvl="4" w:tplc="389AD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Jester" w:hAnsi="Jester" w:hint="default"/>
      </w:rPr>
    </w:lvl>
    <w:lvl w:ilvl="5" w:tplc="92A426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Jester" w:hAnsi="Jester" w:hint="default"/>
      </w:rPr>
    </w:lvl>
    <w:lvl w:ilvl="6" w:tplc="BC4AE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Jester" w:hAnsi="Jester" w:hint="default"/>
      </w:rPr>
    </w:lvl>
    <w:lvl w:ilvl="7" w:tplc="5962A0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Jester" w:hAnsi="Jester" w:hint="default"/>
      </w:rPr>
    </w:lvl>
    <w:lvl w:ilvl="8" w:tplc="D3DE80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Jester" w:hAnsi="Jester" w:hint="default"/>
      </w:rPr>
    </w:lvl>
  </w:abstractNum>
  <w:abstractNum w:abstractNumId="11" w15:restartNumberingAfterBreak="0">
    <w:nsid w:val="56CA5BAC"/>
    <w:multiLevelType w:val="hybridMultilevel"/>
    <w:tmpl w:val="96DE3E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0E42E3"/>
    <w:multiLevelType w:val="hybridMultilevel"/>
    <w:tmpl w:val="6680CA80"/>
    <w:lvl w:ilvl="0" w:tplc="32427E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Jester" w:hAnsi="Jester" w:hint="default"/>
      </w:rPr>
    </w:lvl>
    <w:lvl w:ilvl="1" w:tplc="953EF3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Jester" w:hAnsi="Jester" w:hint="default"/>
      </w:rPr>
    </w:lvl>
    <w:lvl w:ilvl="2" w:tplc="912601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Jester" w:hAnsi="Jester" w:hint="default"/>
      </w:rPr>
    </w:lvl>
    <w:lvl w:ilvl="3" w:tplc="9F26E1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Jester" w:hAnsi="Jester" w:hint="default"/>
      </w:rPr>
    </w:lvl>
    <w:lvl w:ilvl="4" w:tplc="C37E62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Jester" w:hAnsi="Jester" w:hint="default"/>
      </w:rPr>
    </w:lvl>
    <w:lvl w:ilvl="5" w:tplc="F07C63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Jester" w:hAnsi="Jester" w:hint="default"/>
      </w:rPr>
    </w:lvl>
    <w:lvl w:ilvl="6" w:tplc="10724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Jester" w:hAnsi="Jester" w:hint="default"/>
      </w:rPr>
    </w:lvl>
    <w:lvl w:ilvl="7" w:tplc="25385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Jester" w:hAnsi="Jester" w:hint="default"/>
      </w:rPr>
    </w:lvl>
    <w:lvl w:ilvl="8" w:tplc="EBFEF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Jester" w:hAnsi="Jester" w:hint="default"/>
      </w:rPr>
    </w:lvl>
  </w:abstractNum>
  <w:abstractNum w:abstractNumId="13" w15:restartNumberingAfterBreak="0">
    <w:nsid w:val="69327AD6"/>
    <w:multiLevelType w:val="hybridMultilevel"/>
    <w:tmpl w:val="8110B6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C656F"/>
    <w:multiLevelType w:val="hybridMultilevel"/>
    <w:tmpl w:val="718EC0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E426D"/>
    <w:multiLevelType w:val="hybridMultilevel"/>
    <w:tmpl w:val="FF46E0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EE68B3"/>
    <w:multiLevelType w:val="hybridMultilevel"/>
    <w:tmpl w:val="982432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47727716">
    <w:abstractNumId w:val="15"/>
  </w:num>
  <w:num w:numId="2" w16cid:durableId="345906712">
    <w:abstractNumId w:val="8"/>
  </w:num>
  <w:num w:numId="3" w16cid:durableId="2106412640">
    <w:abstractNumId w:val="1"/>
  </w:num>
  <w:num w:numId="4" w16cid:durableId="1982802982">
    <w:abstractNumId w:val="6"/>
  </w:num>
  <w:num w:numId="5" w16cid:durableId="1407386056">
    <w:abstractNumId w:val="14"/>
  </w:num>
  <w:num w:numId="6" w16cid:durableId="184641304">
    <w:abstractNumId w:val="0"/>
  </w:num>
  <w:num w:numId="7" w16cid:durableId="878779636">
    <w:abstractNumId w:val="2"/>
  </w:num>
  <w:num w:numId="8" w16cid:durableId="850409428">
    <w:abstractNumId w:val="9"/>
  </w:num>
  <w:num w:numId="9" w16cid:durableId="1840534005">
    <w:abstractNumId w:val="16"/>
  </w:num>
  <w:num w:numId="10" w16cid:durableId="982387582">
    <w:abstractNumId w:val="5"/>
  </w:num>
  <w:num w:numId="11" w16cid:durableId="444663822">
    <w:abstractNumId w:val="4"/>
  </w:num>
  <w:num w:numId="12" w16cid:durableId="356590571">
    <w:abstractNumId w:val="10"/>
  </w:num>
  <w:num w:numId="13" w16cid:durableId="2145926014">
    <w:abstractNumId w:val="12"/>
  </w:num>
  <w:num w:numId="14" w16cid:durableId="1067995278">
    <w:abstractNumId w:val="13"/>
  </w:num>
  <w:num w:numId="15" w16cid:durableId="417674506">
    <w:abstractNumId w:val="11"/>
  </w:num>
  <w:num w:numId="16" w16cid:durableId="189145831">
    <w:abstractNumId w:val="7"/>
  </w:num>
  <w:num w:numId="17" w16cid:durableId="1514419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embedTrueTypeFonts/>
  <w:saveSubset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0C8"/>
    <w:rsid w:val="00000ACD"/>
    <w:rsid w:val="000127FD"/>
    <w:rsid w:val="0001395E"/>
    <w:rsid w:val="000148A7"/>
    <w:rsid w:val="00031F3D"/>
    <w:rsid w:val="00032BBE"/>
    <w:rsid w:val="000543D9"/>
    <w:rsid w:val="0009763E"/>
    <w:rsid w:val="000C56B5"/>
    <w:rsid w:val="000D5DA3"/>
    <w:rsid w:val="000E3FD1"/>
    <w:rsid w:val="00101F31"/>
    <w:rsid w:val="001117D7"/>
    <w:rsid w:val="00114007"/>
    <w:rsid w:val="00132924"/>
    <w:rsid w:val="00143B96"/>
    <w:rsid w:val="00151A98"/>
    <w:rsid w:val="00180676"/>
    <w:rsid w:val="00187646"/>
    <w:rsid w:val="001D0F7D"/>
    <w:rsid w:val="001E1B8D"/>
    <w:rsid w:val="001F7CD4"/>
    <w:rsid w:val="00215246"/>
    <w:rsid w:val="00237A76"/>
    <w:rsid w:val="00240D72"/>
    <w:rsid w:val="00246B18"/>
    <w:rsid w:val="00256F9A"/>
    <w:rsid w:val="002A6A81"/>
    <w:rsid w:val="002A794D"/>
    <w:rsid w:val="002E1741"/>
    <w:rsid w:val="003126B1"/>
    <w:rsid w:val="0032605B"/>
    <w:rsid w:val="0034548B"/>
    <w:rsid w:val="003603B3"/>
    <w:rsid w:val="00370871"/>
    <w:rsid w:val="00373C73"/>
    <w:rsid w:val="003A7E3E"/>
    <w:rsid w:val="003B3BEC"/>
    <w:rsid w:val="00415D1F"/>
    <w:rsid w:val="0041765F"/>
    <w:rsid w:val="0042324D"/>
    <w:rsid w:val="004312E9"/>
    <w:rsid w:val="00434C6D"/>
    <w:rsid w:val="00444E7D"/>
    <w:rsid w:val="00465DB6"/>
    <w:rsid w:val="00493F48"/>
    <w:rsid w:val="004B4408"/>
    <w:rsid w:val="004C43D7"/>
    <w:rsid w:val="004F74C7"/>
    <w:rsid w:val="00501CD0"/>
    <w:rsid w:val="00543C0C"/>
    <w:rsid w:val="005579F6"/>
    <w:rsid w:val="005D3A20"/>
    <w:rsid w:val="005D6361"/>
    <w:rsid w:val="005E4058"/>
    <w:rsid w:val="006003BB"/>
    <w:rsid w:val="00601CD7"/>
    <w:rsid w:val="00605F34"/>
    <w:rsid w:val="006066F1"/>
    <w:rsid w:val="006171D9"/>
    <w:rsid w:val="00620032"/>
    <w:rsid w:val="00621A5F"/>
    <w:rsid w:val="00622D41"/>
    <w:rsid w:val="00643746"/>
    <w:rsid w:val="00654CD7"/>
    <w:rsid w:val="00681239"/>
    <w:rsid w:val="0068701F"/>
    <w:rsid w:val="00694500"/>
    <w:rsid w:val="006A1518"/>
    <w:rsid w:val="006B2ACA"/>
    <w:rsid w:val="006C0C1D"/>
    <w:rsid w:val="0071483C"/>
    <w:rsid w:val="00715998"/>
    <w:rsid w:val="007252F1"/>
    <w:rsid w:val="007535A7"/>
    <w:rsid w:val="007C50C4"/>
    <w:rsid w:val="007F1B45"/>
    <w:rsid w:val="00814D17"/>
    <w:rsid w:val="00844EDC"/>
    <w:rsid w:val="00846FC1"/>
    <w:rsid w:val="0085705F"/>
    <w:rsid w:val="008646D3"/>
    <w:rsid w:val="00885D64"/>
    <w:rsid w:val="008861B3"/>
    <w:rsid w:val="00891988"/>
    <w:rsid w:val="008A1BE0"/>
    <w:rsid w:val="008B287F"/>
    <w:rsid w:val="00910A08"/>
    <w:rsid w:val="00911B6F"/>
    <w:rsid w:val="00913CBE"/>
    <w:rsid w:val="0092430A"/>
    <w:rsid w:val="009478D3"/>
    <w:rsid w:val="00970A14"/>
    <w:rsid w:val="00973E3F"/>
    <w:rsid w:val="00980C09"/>
    <w:rsid w:val="00992004"/>
    <w:rsid w:val="009A3CE7"/>
    <w:rsid w:val="009B1A0B"/>
    <w:rsid w:val="009C3029"/>
    <w:rsid w:val="009E05DC"/>
    <w:rsid w:val="009F0490"/>
    <w:rsid w:val="009F319C"/>
    <w:rsid w:val="00A21478"/>
    <w:rsid w:val="00A21F6B"/>
    <w:rsid w:val="00A26D4E"/>
    <w:rsid w:val="00A401A9"/>
    <w:rsid w:val="00A46198"/>
    <w:rsid w:val="00A51897"/>
    <w:rsid w:val="00A53490"/>
    <w:rsid w:val="00A569FD"/>
    <w:rsid w:val="00A76CDC"/>
    <w:rsid w:val="00A96332"/>
    <w:rsid w:val="00AA3CBC"/>
    <w:rsid w:val="00AA7217"/>
    <w:rsid w:val="00AB7DFE"/>
    <w:rsid w:val="00AF2DC4"/>
    <w:rsid w:val="00AF5C77"/>
    <w:rsid w:val="00B15AF5"/>
    <w:rsid w:val="00B17704"/>
    <w:rsid w:val="00B2214F"/>
    <w:rsid w:val="00B33ECD"/>
    <w:rsid w:val="00B42D6A"/>
    <w:rsid w:val="00B452DB"/>
    <w:rsid w:val="00B6643B"/>
    <w:rsid w:val="00B81659"/>
    <w:rsid w:val="00B821FC"/>
    <w:rsid w:val="00B844DF"/>
    <w:rsid w:val="00B97C0A"/>
    <w:rsid w:val="00BA7A43"/>
    <w:rsid w:val="00BD4FF7"/>
    <w:rsid w:val="00BF2361"/>
    <w:rsid w:val="00C046A5"/>
    <w:rsid w:val="00C07CD8"/>
    <w:rsid w:val="00C116D3"/>
    <w:rsid w:val="00C21159"/>
    <w:rsid w:val="00C4736E"/>
    <w:rsid w:val="00C50BC1"/>
    <w:rsid w:val="00C51A90"/>
    <w:rsid w:val="00C52F71"/>
    <w:rsid w:val="00C80B40"/>
    <w:rsid w:val="00C853C8"/>
    <w:rsid w:val="00CB2480"/>
    <w:rsid w:val="00CD57AF"/>
    <w:rsid w:val="00CE0B98"/>
    <w:rsid w:val="00D01976"/>
    <w:rsid w:val="00D110C8"/>
    <w:rsid w:val="00D13906"/>
    <w:rsid w:val="00D2407E"/>
    <w:rsid w:val="00D341DD"/>
    <w:rsid w:val="00D461A3"/>
    <w:rsid w:val="00D509B7"/>
    <w:rsid w:val="00D60C00"/>
    <w:rsid w:val="00D61C0E"/>
    <w:rsid w:val="00DB3630"/>
    <w:rsid w:val="00DC01EF"/>
    <w:rsid w:val="00DC3BED"/>
    <w:rsid w:val="00DC45AF"/>
    <w:rsid w:val="00DC4AD2"/>
    <w:rsid w:val="00DC5191"/>
    <w:rsid w:val="00DE0F24"/>
    <w:rsid w:val="00E01B4D"/>
    <w:rsid w:val="00E0210A"/>
    <w:rsid w:val="00E102EC"/>
    <w:rsid w:val="00E21A39"/>
    <w:rsid w:val="00E71D08"/>
    <w:rsid w:val="00E762E5"/>
    <w:rsid w:val="00E87CDF"/>
    <w:rsid w:val="00EA008B"/>
    <w:rsid w:val="00EA3750"/>
    <w:rsid w:val="00ED3103"/>
    <w:rsid w:val="00F43ED1"/>
    <w:rsid w:val="00F8473F"/>
    <w:rsid w:val="00F919B0"/>
    <w:rsid w:val="00FA5588"/>
    <w:rsid w:val="00FB372A"/>
    <w:rsid w:val="00FB4CA4"/>
    <w:rsid w:val="00FC61BD"/>
    <w:rsid w:val="00FE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1F5D2D8"/>
  <w15:chartTrackingRefBased/>
  <w15:docId w15:val="{79CC4983-B235-456C-A7D5-ED2EC85B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1897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oTextTest">
    <w:name w:val="AutoTextTest"/>
    <w:basedOn w:val="Normal"/>
    <w:rsid w:val="00D01976"/>
  </w:style>
  <w:style w:type="table" w:styleId="TableGrid">
    <w:name w:val="Table Grid"/>
    <w:basedOn w:val="TableNormal"/>
    <w:rsid w:val="000C5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C56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E0F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E0F24"/>
    <w:pPr>
      <w:tabs>
        <w:tab w:val="center" w:pos="4320"/>
        <w:tab w:val="right" w:pos="8640"/>
      </w:tabs>
    </w:pPr>
  </w:style>
  <w:style w:type="character" w:styleId="PageNumber">
    <w:name w:val="page number"/>
    <w:rsid w:val="002A794D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3260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2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3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2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3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7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3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0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5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ATRIC~1\LOCALS~1\Temp\CornellNotes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E52A0-5DCA-404B-B7D7-CF8147D3D9C4}"/>
      </w:docPartPr>
      <w:docPartBody>
        <w:p w:rsidR="00227DB5" w:rsidRDefault="00FF623D">
          <w:r w:rsidRPr="006733E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ester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Stone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23D"/>
    <w:rsid w:val="001A4424"/>
    <w:rsid w:val="00227DB5"/>
    <w:rsid w:val="00841A35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623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CornellNotes</Template>
  <TotalTime>10</TotalTime>
  <Pages>2</Pages>
  <Words>88</Words>
  <Characters>459</Characters>
  <Application>Microsoft Office Word</Application>
  <DocSecurity>0</DocSecurity>
  <Lines>229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Cornell Notes Template</vt:lpstr>
    </vt:vector>
  </TitlesOfParts>
  <Company>Productivity Portfolio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Cornell Notes Template</dc:title>
  <dc:subject>Cornell Notes</dc:subject>
  <dc:creator>Patricia Ware</dc:creator>
  <cp:keywords/>
  <dc:description/>
  <cp:lastModifiedBy>QM22019</cp:lastModifiedBy>
  <cp:revision>8</cp:revision>
  <cp:lastPrinted>2014-09-24T03:32:00Z</cp:lastPrinted>
  <dcterms:created xsi:type="dcterms:W3CDTF">2019-09-16T11:45:00Z</dcterms:created>
  <dcterms:modified xsi:type="dcterms:W3CDTF">2023-02-03T07:37:00Z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4cbaeb3d0b8e2468f7cb075b2cdaeb3ef60cda84775a72ce144117a83a7566b8</vt:lpwstr>
  </property>
</Properties>
</file>